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A734BC" w14:textId="2D17E330" w:rsidR="005C68C5" w:rsidRPr="000424BA" w:rsidRDefault="005C68C5" w:rsidP="005C68C5">
      <w:pPr>
        <w:pStyle w:val="Nagwek"/>
        <w:rPr>
          <w:rFonts w:ascii="Times New Roman" w:hAnsi="Times New Roman"/>
          <w:b/>
          <w:i/>
        </w:rPr>
      </w:pPr>
      <w:r w:rsidRPr="005C68C5">
        <w:rPr>
          <w:rFonts w:ascii="Times New Roman" w:hAnsi="Times New Roman"/>
        </w:rPr>
        <w:t xml:space="preserve">Znak sprawy </w:t>
      </w:r>
      <w:r w:rsidRPr="005C68C5">
        <w:rPr>
          <w:rFonts w:ascii="Times New Roman" w:hAnsi="Times New Roman"/>
          <w:b/>
        </w:rPr>
        <w:t>EZ/</w:t>
      </w:r>
      <w:r w:rsidR="00A523F4">
        <w:rPr>
          <w:rFonts w:ascii="Times New Roman" w:hAnsi="Times New Roman"/>
          <w:b/>
        </w:rPr>
        <w:t>6/2026</w:t>
      </w:r>
      <w:r w:rsidR="00BD6244">
        <w:rPr>
          <w:rFonts w:ascii="Times New Roman" w:hAnsi="Times New Roman"/>
          <w:b/>
        </w:rPr>
        <w:t>/</w:t>
      </w:r>
      <w:r w:rsidR="00317FF9">
        <w:rPr>
          <w:rFonts w:ascii="Times New Roman" w:hAnsi="Times New Roman"/>
          <w:b/>
        </w:rPr>
        <w:t>MK</w:t>
      </w:r>
      <w:r w:rsidRPr="005C68C5">
        <w:rPr>
          <w:rFonts w:ascii="Times New Roman" w:hAnsi="Times New Roman"/>
        </w:rPr>
        <w:tab/>
      </w:r>
      <w:r w:rsidRPr="005C68C5">
        <w:rPr>
          <w:rFonts w:ascii="Times New Roman" w:hAnsi="Times New Roman"/>
        </w:rPr>
        <w:tab/>
        <w:t xml:space="preserve"> </w:t>
      </w:r>
      <w:r w:rsidRPr="000424BA">
        <w:rPr>
          <w:rFonts w:ascii="Times New Roman" w:hAnsi="Times New Roman"/>
          <w:b/>
          <w:i/>
        </w:rPr>
        <w:t xml:space="preserve">Załącznik nr </w:t>
      </w:r>
      <w:r w:rsidR="00750069" w:rsidRPr="000424BA">
        <w:rPr>
          <w:rFonts w:ascii="Times New Roman" w:hAnsi="Times New Roman"/>
          <w:b/>
          <w:i/>
        </w:rPr>
        <w:t>6</w:t>
      </w:r>
      <w:r w:rsidRPr="000424BA">
        <w:rPr>
          <w:rFonts w:ascii="Times New Roman" w:hAnsi="Times New Roman"/>
          <w:b/>
          <w:i/>
        </w:rPr>
        <w:t xml:space="preserve"> do SWZ</w:t>
      </w:r>
    </w:p>
    <w:p w14:paraId="4D9F10E0" w14:textId="77777777" w:rsid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10D1F239" w14:textId="77777777" w:rsidR="00B707AA" w:rsidRPr="005C68C5" w:rsidRDefault="00B707AA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6A572F86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Zamawiający:</w:t>
      </w:r>
    </w:p>
    <w:p w14:paraId="2DC712D4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WOJEWÓDZKI SZPITAL ZESPOLONY </w:t>
      </w:r>
    </w:p>
    <w:p w14:paraId="492A1F1D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W KIELCACH</w:t>
      </w:r>
    </w:p>
    <w:p w14:paraId="6FF87C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UL. GRUNWALDZKA 45 </w:t>
      </w:r>
    </w:p>
    <w:p w14:paraId="2ABB8A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25-736 KIELCE</w:t>
      </w:r>
    </w:p>
    <w:p w14:paraId="77AB6597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</w:rPr>
      </w:pPr>
    </w:p>
    <w:p w14:paraId="05654865" w14:textId="77777777" w:rsidR="005C68C5" w:rsidRPr="005C68C5" w:rsidRDefault="005C68C5" w:rsidP="005C68C5">
      <w:pPr>
        <w:spacing w:after="0" w:line="240" w:lineRule="auto"/>
        <w:ind w:right="5954"/>
        <w:rPr>
          <w:rFonts w:ascii="Times New Roman" w:hAnsi="Times New Roman"/>
        </w:rPr>
      </w:pPr>
      <w:r w:rsidRPr="005C68C5">
        <w:rPr>
          <w:rFonts w:ascii="Times New Roman" w:hAnsi="Times New Roman"/>
        </w:rPr>
        <w:t>…………………………………………………………………………</w:t>
      </w:r>
    </w:p>
    <w:p w14:paraId="19970BF5" w14:textId="77777777" w:rsidR="005C68C5" w:rsidRPr="005C68C5" w:rsidRDefault="005C68C5" w:rsidP="005C68C5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5C68C5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5C68C5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5C68C5">
        <w:rPr>
          <w:rFonts w:ascii="Times New Roman" w:hAnsi="Times New Roman"/>
          <w:i/>
          <w:sz w:val="18"/>
          <w:szCs w:val="18"/>
        </w:rPr>
        <w:t>)</w:t>
      </w:r>
    </w:p>
    <w:p w14:paraId="6C8E8986" w14:textId="333EDB28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D6A6294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C2E61F7" w14:textId="65DA9355" w:rsidR="00547884" w:rsidRPr="005C68C5" w:rsidRDefault="005C68C5" w:rsidP="005C6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68C5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  <w:r w:rsidR="00547884" w:rsidRPr="005C68C5">
        <w:rPr>
          <w:rFonts w:ascii="Times New Roman" w:hAnsi="Times New Roman"/>
          <w:b/>
          <w:sz w:val="28"/>
          <w:szCs w:val="28"/>
          <w:u w:val="single"/>
        </w:rPr>
        <w:t>/podmiotu udostępniającego zasoby</w:t>
      </w:r>
      <w:r w:rsidR="00BB49E4" w:rsidRPr="00BB49E4">
        <w:rPr>
          <w:rFonts w:ascii="Times New Roman" w:hAnsi="Times New Roman"/>
          <w:b/>
          <w:sz w:val="28"/>
          <w:szCs w:val="28"/>
        </w:rPr>
        <w:t xml:space="preserve"> </w:t>
      </w:r>
      <w:r w:rsidR="00547884" w:rsidRPr="00095BC2">
        <w:rPr>
          <w:rFonts w:ascii="Times New Roman" w:hAnsi="Times New Roman"/>
          <w:b/>
          <w:sz w:val="28"/>
          <w:szCs w:val="28"/>
        </w:rPr>
        <w:t>*</w:t>
      </w:r>
    </w:p>
    <w:p w14:paraId="0A7114CE" w14:textId="77777777" w:rsidR="00DA0AB9" w:rsidRPr="005C68C5" w:rsidRDefault="00DA0AB9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4DD15E2" w14:textId="77777777" w:rsidR="005C68C5" w:rsidRDefault="007B00DC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O</w:t>
      </w:r>
      <w:r w:rsidR="000D28AE" w:rsidRPr="005C68C5">
        <w:rPr>
          <w:b/>
          <w:bCs/>
          <w:sz w:val="22"/>
          <w:szCs w:val="22"/>
        </w:rPr>
        <w:t xml:space="preserve"> AKTUALNOŚCI INFORMACJI ZAWARTYCH W </w:t>
      </w:r>
      <w:r w:rsidR="00972B5E" w:rsidRPr="005C68C5">
        <w:rPr>
          <w:b/>
          <w:bCs/>
          <w:sz w:val="22"/>
          <w:szCs w:val="22"/>
        </w:rPr>
        <w:t xml:space="preserve">OŚWIDCZENIU, </w:t>
      </w:r>
    </w:p>
    <w:p w14:paraId="4E029763" w14:textId="572F65ED" w:rsidR="005C68C5" w:rsidRDefault="00B244EF" w:rsidP="00B244EF">
      <w:pPr>
        <w:pStyle w:val="Default"/>
        <w:tabs>
          <w:tab w:val="center" w:pos="4535"/>
          <w:tab w:val="right" w:pos="907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972B5E" w:rsidRPr="005C68C5">
        <w:rPr>
          <w:b/>
          <w:bCs/>
          <w:sz w:val="22"/>
          <w:szCs w:val="22"/>
        </w:rPr>
        <w:t xml:space="preserve">O KTÓRYM MOWA W ART. 125 UST. 1 PZP W ZAKRESIE </w:t>
      </w:r>
      <w:r>
        <w:rPr>
          <w:b/>
          <w:bCs/>
          <w:sz w:val="22"/>
          <w:szCs w:val="22"/>
        </w:rPr>
        <w:tab/>
      </w:r>
    </w:p>
    <w:p w14:paraId="2F37CEAC" w14:textId="209D4F94" w:rsidR="00B70744" w:rsidRP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PODSTAW DO WYKLUCZENIA Z POSTEPOWANIA</w:t>
      </w:r>
    </w:p>
    <w:p w14:paraId="0B0059EE" w14:textId="77777777" w:rsidR="0009059E" w:rsidRPr="005C68C5" w:rsidRDefault="00943DCE" w:rsidP="005C68C5">
      <w:pPr>
        <w:pStyle w:val="Default"/>
        <w:jc w:val="center"/>
        <w:rPr>
          <w:b/>
          <w:caps/>
          <w:sz w:val="22"/>
          <w:szCs w:val="22"/>
          <w:u w:val="single"/>
        </w:rPr>
      </w:pPr>
      <w:r w:rsidRPr="005C68C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5C68C5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86B0D7" w14:textId="77777777" w:rsidR="00943DCE" w:rsidRPr="005C68C5" w:rsidRDefault="00943DCE" w:rsidP="005C68C5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639"/>
      </w:tblGrid>
      <w:tr w:rsidR="00246C02" w:rsidRPr="005C68C5" w14:paraId="720EA65F" w14:textId="77777777" w:rsidTr="00CE5FCA">
        <w:trPr>
          <w:trHeight w:val="45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753AF67A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5C68C5" w14:paraId="33B64640" w14:textId="77777777" w:rsidTr="00317FF9">
        <w:trPr>
          <w:trHeight w:val="1272"/>
          <w:jc w:val="center"/>
        </w:trPr>
        <w:tc>
          <w:tcPr>
            <w:tcW w:w="8639" w:type="dxa"/>
            <w:shd w:val="clear" w:color="auto" w:fill="auto"/>
            <w:vAlign w:val="center"/>
            <w:hideMark/>
          </w:tcPr>
          <w:p w14:paraId="0D1DC09D" w14:textId="77777777" w:rsidR="00A523F4" w:rsidRPr="00A523F4" w:rsidRDefault="00A523F4" w:rsidP="00A523F4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A523F4">
              <w:rPr>
                <w:rFonts w:ascii="Times New Roman" w:hAnsi="Times New Roman"/>
                <w:b/>
                <w:bCs/>
                <w:i/>
              </w:rPr>
              <w:t xml:space="preserve">Zakup i dostawa sprzętu medycznego na potrzeby realizacji inwestycji pn. „Przebudowa pomieszczeń, </w:t>
            </w:r>
            <w:proofErr w:type="spellStart"/>
            <w:r w:rsidRPr="00A523F4">
              <w:rPr>
                <w:rFonts w:ascii="Times New Roman" w:hAnsi="Times New Roman"/>
                <w:b/>
                <w:bCs/>
                <w:i/>
              </w:rPr>
              <w:t>sal</w:t>
            </w:r>
            <w:proofErr w:type="spellEnd"/>
            <w:r w:rsidRPr="00A523F4">
              <w:rPr>
                <w:rFonts w:ascii="Times New Roman" w:hAnsi="Times New Roman"/>
                <w:b/>
                <w:bCs/>
                <w:i/>
              </w:rPr>
              <w:t xml:space="preserve"> pacjentek oraz dostaw niezbędnego wyposażenia Kliniki Położnictwa i Ginekologii Wojewódzkiego Szpitala Zespolonego w Kielcach”</w:t>
            </w:r>
          </w:p>
          <w:p w14:paraId="371174B0" w14:textId="24652B53" w:rsidR="005C68C5" w:rsidRPr="00213305" w:rsidRDefault="005C68C5" w:rsidP="00213305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i/>
                <w:lang w:eastAsia="pl-PL"/>
              </w:rPr>
            </w:pPr>
            <w:r w:rsidRPr="008E58D4">
              <w:rPr>
                <w:rFonts w:ascii="Times New Roman" w:hAnsi="Times New Roman"/>
                <w:b/>
              </w:rPr>
              <w:t>EZ/</w:t>
            </w:r>
            <w:r w:rsidR="00A523F4">
              <w:rPr>
                <w:rFonts w:ascii="Times New Roman" w:hAnsi="Times New Roman"/>
                <w:b/>
              </w:rPr>
              <w:t>6</w:t>
            </w:r>
            <w:r w:rsidRPr="008E58D4">
              <w:rPr>
                <w:rFonts w:ascii="Times New Roman" w:hAnsi="Times New Roman"/>
                <w:b/>
              </w:rPr>
              <w:t>/202</w:t>
            </w:r>
            <w:r w:rsidR="00A523F4">
              <w:rPr>
                <w:rFonts w:ascii="Times New Roman" w:hAnsi="Times New Roman"/>
                <w:b/>
              </w:rPr>
              <w:t>6</w:t>
            </w:r>
            <w:bookmarkStart w:id="0" w:name="_GoBack"/>
            <w:bookmarkEnd w:id="0"/>
            <w:r w:rsidRPr="008E58D4">
              <w:rPr>
                <w:rFonts w:ascii="Times New Roman" w:hAnsi="Times New Roman"/>
                <w:b/>
              </w:rPr>
              <w:t>/</w:t>
            </w:r>
            <w:r w:rsidR="00317FF9" w:rsidRPr="008E58D4">
              <w:rPr>
                <w:rFonts w:ascii="Times New Roman" w:hAnsi="Times New Roman"/>
                <w:b/>
              </w:rPr>
              <w:t>MK</w:t>
            </w:r>
          </w:p>
        </w:tc>
      </w:tr>
      <w:tr w:rsidR="00246C02" w:rsidRPr="005C68C5" w14:paraId="656B28E4" w14:textId="77777777" w:rsidTr="00CE5FCA">
        <w:trPr>
          <w:trHeight w:val="701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72B1D592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C68C5">
              <w:rPr>
                <w:rFonts w:ascii="Times New Roman" w:hAnsi="Times New Roman"/>
              </w:rPr>
              <w:t>prowadzonego</w:t>
            </w:r>
            <w:proofErr w:type="gramEnd"/>
            <w:r w:rsidRPr="005C68C5">
              <w:rPr>
                <w:rFonts w:ascii="Times New Roman" w:hAnsi="Times New Roman"/>
              </w:rPr>
              <w:t xml:space="preserve"> przez </w:t>
            </w:r>
            <w:r w:rsidR="00972B5E" w:rsidRPr="005C68C5">
              <w:rPr>
                <w:rFonts w:ascii="Times New Roman" w:hAnsi="Times New Roman"/>
              </w:rPr>
              <w:t>Wojewódzki Szpital Zespolony w Kielcach, ul. Grunwaldzka 45</w:t>
            </w:r>
            <w:r w:rsidRPr="005C68C5">
              <w:rPr>
                <w:rFonts w:ascii="Times New Roman" w:hAnsi="Times New Roman"/>
              </w:rPr>
              <w:t xml:space="preserve">, </w:t>
            </w:r>
          </w:p>
          <w:p w14:paraId="2B5B3774" w14:textId="497D8392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5C68C5">
              <w:rPr>
                <w:rFonts w:ascii="Times New Roman" w:hAnsi="Times New Roman"/>
              </w:rPr>
              <w:t>oświadczam</w:t>
            </w:r>
            <w:proofErr w:type="gramEnd"/>
            <w:r w:rsidR="005C68C5">
              <w:rPr>
                <w:rFonts w:ascii="Times New Roman" w:hAnsi="Times New Roman"/>
              </w:rPr>
              <w:t>,</w:t>
            </w:r>
            <w:r w:rsidRPr="005C68C5">
              <w:rPr>
                <w:rFonts w:ascii="Times New Roman" w:hAnsi="Times New Roman"/>
              </w:rPr>
              <w:t xml:space="preserve"> co następuje:</w:t>
            </w:r>
          </w:p>
        </w:tc>
      </w:tr>
    </w:tbl>
    <w:p w14:paraId="5B0CA52B" w14:textId="77777777" w:rsidR="000E7088" w:rsidRPr="005C68C5" w:rsidRDefault="000E7088" w:rsidP="005C68C5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5C68C5" w:rsidRDefault="000D28AE" w:rsidP="005C68C5">
      <w:pPr>
        <w:pStyle w:val="Default"/>
        <w:jc w:val="both"/>
        <w:rPr>
          <w:sz w:val="22"/>
          <w:szCs w:val="22"/>
        </w:rPr>
      </w:pPr>
    </w:p>
    <w:p w14:paraId="3D0F8062" w14:textId="5C53E963" w:rsidR="000D28AE" w:rsidRPr="00B707AA" w:rsidRDefault="000D28AE" w:rsidP="00B707A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5C68C5">
        <w:rPr>
          <w:bCs/>
          <w:sz w:val="22"/>
          <w:szCs w:val="22"/>
        </w:rPr>
        <w:t xml:space="preserve">Niniejszym oświadczam, że informacje zawarte w </w:t>
      </w:r>
      <w:r w:rsidR="00972B5E" w:rsidRPr="005C68C5">
        <w:rPr>
          <w:bCs/>
          <w:sz w:val="22"/>
          <w:szCs w:val="22"/>
        </w:rPr>
        <w:t xml:space="preserve">oświadczeniu, o którym mowa w art. 125 ust. 1 ustawy z dnia 11 września 2019 r. (Dz. U. </w:t>
      </w:r>
      <w:proofErr w:type="gramStart"/>
      <w:r w:rsidR="00972B5E" w:rsidRPr="005C68C5">
        <w:rPr>
          <w:bCs/>
          <w:sz w:val="22"/>
          <w:szCs w:val="22"/>
        </w:rPr>
        <w:t>z</w:t>
      </w:r>
      <w:proofErr w:type="gramEnd"/>
      <w:r w:rsidR="00972B5E" w:rsidRPr="005C68C5">
        <w:rPr>
          <w:bCs/>
          <w:sz w:val="22"/>
          <w:szCs w:val="22"/>
        </w:rPr>
        <w:t xml:space="preserve"> 2</w:t>
      </w:r>
      <w:r w:rsidR="00BA5FE9" w:rsidRPr="005C68C5">
        <w:rPr>
          <w:bCs/>
          <w:sz w:val="22"/>
          <w:szCs w:val="22"/>
        </w:rPr>
        <w:t>02</w:t>
      </w:r>
      <w:r w:rsidR="00B707AA">
        <w:rPr>
          <w:bCs/>
          <w:sz w:val="22"/>
          <w:szCs w:val="22"/>
        </w:rPr>
        <w:t>4</w:t>
      </w:r>
      <w:r w:rsidR="00BA5FE9" w:rsidRPr="005C68C5">
        <w:rPr>
          <w:bCs/>
          <w:sz w:val="22"/>
          <w:szCs w:val="22"/>
        </w:rPr>
        <w:t xml:space="preserve"> poz. 1</w:t>
      </w:r>
      <w:r w:rsidR="00B707AA">
        <w:rPr>
          <w:bCs/>
          <w:sz w:val="22"/>
          <w:szCs w:val="22"/>
        </w:rPr>
        <w:t>320</w:t>
      </w:r>
      <w:r w:rsidR="00972B5E" w:rsidRPr="00B707AA">
        <w:rPr>
          <w:bCs/>
          <w:sz w:val="22"/>
          <w:szCs w:val="22"/>
        </w:rPr>
        <w:t xml:space="preserve">) </w:t>
      </w:r>
      <w:proofErr w:type="spellStart"/>
      <w:r w:rsidR="00CE5FCA" w:rsidRPr="00B707AA">
        <w:rPr>
          <w:bCs/>
          <w:sz w:val="22"/>
          <w:szCs w:val="22"/>
        </w:rPr>
        <w:t>u.</w:t>
      </w:r>
      <w:proofErr w:type="gramStart"/>
      <w:r w:rsidR="00CE5FCA" w:rsidRPr="00B707AA">
        <w:rPr>
          <w:bCs/>
          <w:sz w:val="22"/>
          <w:szCs w:val="22"/>
        </w:rPr>
        <w:t>p</w:t>
      </w:r>
      <w:proofErr w:type="gramEnd"/>
      <w:r w:rsidR="00CE5FCA" w:rsidRPr="00B707AA">
        <w:rPr>
          <w:bCs/>
          <w:sz w:val="22"/>
          <w:szCs w:val="22"/>
        </w:rPr>
        <w:t>.z.</w:t>
      </w:r>
      <w:proofErr w:type="gramStart"/>
      <w:r w:rsidR="00CE5FCA" w:rsidRPr="00B707AA">
        <w:rPr>
          <w:bCs/>
          <w:sz w:val="22"/>
          <w:szCs w:val="22"/>
        </w:rPr>
        <w:t>p</w:t>
      </w:r>
      <w:proofErr w:type="spellEnd"/>
      <w:proofErr w:type="gramEnd"/>
      <w:r w:rsidR="00CE5FCA" w:rsidRPr="00B707AA">
        <w:rPr>
          <w:bCs/>
          <w:sz w:val="22"/>
          <w:szCs w:val="22"/>
        </w:rPr>
        <w:t>.,</w:t>
      </w:r>
      <w:r w:rsidR="00B02801" w:rsidRPr="00B707AA">
        <w:rPr>
          <w:bCs/>
          <w:sz w:val="22"/>
          <w:szCs w:val="22"/>
        </w:rPr>
        <w:t xml:space="preserve"> </w:t>
      </w:r>
      <w:r w:rsidR="00B707AA">
        <w:rPr>
          <w:bCs/>
          <w:sz w:val="22"/>
          <w:szCs w:val="22"/>
        </w:rPr>
        <w:t xml:space="preserve">są aktualne w zakresie </w:t>
      </w:r>
      <w:r w:rsidRPr="00B707AA">
        <w:rPr>
          <w:bCs/>
          <w:sz w:val="22"/>
          <w:szCs w:val="22"/>
        </w:rPr>
        <w:t xml:space="preserve">podstaw wykluczenia z postępowania </w:t>
      </w:r>
      <w:r w:rsidR="00972B5E" w:rsidRPr="00B707AA">
        <w:rPr>
          <w:bCs/>
          <w:sz w:val="22"/>
          <w:szCs w:val="22"/>
        </w:rPr>
        <w:t>określon</w:t>
      </w:r>
      <w:r w:rsidR="005C68C5" w:rsidRPr="00B707AA">
        <w:rPr>
          <w:bCs/>
          <w:sz w:val="22"/>
          <w:szCs w:val="22"/>
        </w:rPr>
        <w:t>e</w:t>
      </w:r>
      <w:r w:rsidRPr="00B707AA">
        <w:rPr>
          <w:bCs/>
          <w:sz w:val="22"/>
          <w:szCs w:val="22"/>
        </w:rPr>
        <w:t xml:space="preserve"> w:</w:t>
      </w:r>
    </w:p>
    <w:p w14:paraId="36B993F7" w14:textId="28420938" w:rsidR="00CE5FCA" w:rsidRPr="0092524E" w:rsidRDefault="0092524E" w:rsidP="0092524E">
      <w:pPr>
        <w:pStyle w:val="Akapitzlist"/>
        <w:numPr>
          <w:ilvl w:val="0"/>
          <w:numId w:val="6"/>
        </w:numPr>
        <w:ind w:left="709" w:hanging="283"/>
        <w:rPr>
          <w:rFonts w:ascii="Times New Roman" w:hAnsi="Times New Roman"/>
        </w:rPr>
      </w:pPr>
      <w:proofErr w:type="gramStart"/>
      <w:r w:rsidRPr="0092524E">
        <w:rPr>
          <w:rFonts w:ascii="Times New Roman" w:hAnsi="Times New Roman"/>
        </w:rPr>
        <w:t>art</w:t>
      </w:r>
      <w:proofErr w:type="gramEnd"/>
      <w:r w:rsidRPr="0092524E">
        <w:rPr>
          <w:rFonts w:ascii="Times New Roman" w:hAnsi="Times New Roman"/>
        </w:rPr>
        <w:t xml:space="preserve">. 108 ust 1 pkt 1 - 6 </w:t>
      </w:r>
      <w:proofErr w:type="spellStart"/>
      <w:r w:rsidRPr="0092524E">
        <w:rPr>
          <w:rFonts w:ascii="Times New Roman" w:hAnsi="Times New Roman"/>
        </w:rPr>
        <w:t>u.</w:t>
      </w:r>
      <w:proofErr w:type="gramStart"/>
      <w:r w:rsidRPr="0092524E">
        <w:rPr>
          <w:rFonts w:ascii="Times New Roman" w:hAnsi="Times New Roman"/>
        </w:rPr>
        <w:t>p</w:t>
      </w:r>
      <w:proofErr w:type="gramEnd"/>
      <w:r w:rsidRPr="0092524E">
        <w:rPr>
          <w:rFonts w:ascii="Times New Roman" w:hAnsi="Times New Roman"/>
        </w:rPr>
        <w:t>.z.</w:t>
      </w:r>
      <w:proofErr w:type="gramStart"/>
      <w:r w:rsidRPr="0092524E">
        <w:rPr>
          <w:rFonts w:ascii="Times New Roman" w:hAnsi="Times New Roman"/>
        </w:rPr>
        <w:t>p</w:t>
      </w:r>
      <w:proofErr w:type="spellEnd"/>
      <w:proofErr w:type="gramEnd"/>
      <w:r w:rsidRPr="0092524E">
        <w:rPr>
          <w:rFonts w:ascii="Times New Roman" w:hAnsi="Times New Roman"/>
        </w:rPr>
        <w:t>.,</w:t>
      </w:r>
    </w:p>
    <w:p w14:paraId="086E2AF3" w14:textId="18A3A203" w:rsid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proofErr w:type="gramStart"/>
      <w:r w:rsidRPr="00CE5FCA">
        <w:rPr>
          <w:rFonts w:ascii="Times New Roman" w:hAnsi="Times New Roman"/>
        </w:rPr>
        <w:t>art</w:t>
      </w:r>
      <w:proofErr w:type="gramEnd"/>
      <w:r w:rsidRPr="00CE5FCA">
        <w:rPr>
          <w:rFonts w:ascii="Times New Roman" w:hAnsi="Times New Roman"/>
        </w:rPr>
        <w:t xml:space="preserve">. 109 ust 1 pkt 5 oraz pkt 7 – 8 </w:t>
      </w:r>
      <w:proofErr w:type="spellStart"/>
      <w:r w:rsidRPr="00CE5FCA">
        <w:rPr>
          <w:rFonts w:ascii="Times New Roman" w:hAnsi="Times New Roman"/>
        </w:rPr>
        <w:t>u.</w:t>
      </w:r>
      <w:proofErr w:type="gramStart"/>
      <w:r w:rsidRPr="00CE5FCA">
        <w:rPr>
          <w:rFonts w:ascii="Times New Roman" w:hAnsi="Times New Roman"/>
        </w:rPr>
        <w:t>p</w:t>
      </w:r>
      <w:proofErr w:type="gramEnd"/>
      <w:r w:rsidRPr="00CE5FCA">
        <w:rPr>
          <w:rFonts w:ascii="Times New Roman" w:hAnsi="Times New Roman"/>
        </w:rPr>
        <w:t>.z.</w:t>
      </w:r>
      <w:proofErr w:type="gramStart"/>
      <w:r w:rsidRPr="00CE5FCA">
        <w:rPr>
          <w:rFonts w:ascii="Times New Roman" w:hAnsi="Times New Roman"/>
        </w:rPr>
        <w:t>p</w:t>
      </w:r>
      <w:proofErr w:type="spellEnd"/>
      <w:proofErr w:type="gramEnd"/>
      <w:r w:rsidRPr="00CE5FCA">
        <w:rPr>
          <w:rFonts w:ascii="Times New Roman" w:hAnsi="Times New Roman"/>
        </w:rPr>
        <w:t>.</w:t>
      </w:r>
    </w:p>
    <w:p w14:paraId="057252F2" w14:textId="4DBA780A" w:rsidR="00CE5FCA" w:rsidRP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proofErr w:type="gramStart"/>
      <w:r w:rsidRPr="00CE5FCA">
        <w:rPr>
          <w:rFonts w:ascii="Times New Roman" w:hAnsi="Times New Roman"/>
          <w:color w:val="000000"/>
        </w:rPr>
        <w:t>art</w:t>
      </w:r>
      <w:proofErr w:type="gramEnd"/>
      <w:r w:rsidRPr="00CE5FCA">
        <w:rPr>
          <w:rFonts w:ascii="Times New Roman" w:hAnsi="Times New Roman"/>
          <w:color w:val="000000"/>
        </w:rPr>
        <w:t>.</w:t>
      </w:r>
      <w:r w:rsidR="000156E3">
        <w:rPr>
          <w:rFonts w:ascii="Times New Roman" w:hAnsi="Times New Roman"/>
          <w:color w:val="000000"/>
        </w:rPr>
        <w:t xml:space="preserve"> </w:t>
      </w:r>
      <w:r w:rsidRPr="00CE5FCA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CE5FCA">
        <w:rPr>
          <w:rFonts w:ascii="Times New Roman" w:hAnsi="Times New Roman"/>
          <w:color w:val="000000"/>
        </w:rPr>
        <w:t>z dnia 13 kwietnia 2022 r.</w:t>
      </w:r>
      <w:r w:rsidRPr="00CE5FCA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</w:t>
      </w:r>
      <w:r w:rsidR="00F77047">
        <w:rPr>
          <w:rFonts w:ascii="Times New Roman" w:hAnsi="Times New Roman"/>
          <w:i/>
          <w:iCs/>
          <w:color w:val="000000"/>
        </w:rPr>
        <w:t xml:space="preserve">onie bezpieczeństwa narodowego </w:t>
      </w:r>
    </w:p>
    <w:p w14:paraId="0C92A4CB" w14:textId="77777777" w:rsidR="00CE5FCA" w:rsidRDefault="00CE5FCA" w:rsidP="00CE5FCA">
      <w:pPr>
        <w:pStyle w:val="Default"/>
        <w:ind w:left="426" w:hanging="284"/>
        <w:jc w:val="both"/>
        <w:rPr>
          <w:bCs/>
          <w:sz w:val="22"/>
          <w:szCs w:val="22"/>
        </w:rPr>
      </w:pPr>
    </w:p>
    <w:p w14:paraId="52B02787" w14:textId="549321B9" w:rsidR="00547884" w:rsidRPr="00CE5FCA" w:rsidRDefault="00547884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CE5FCA">
        <w:t xml:space="preserve">Oświadczam, że wszystkie informacje podane w powyższym oświadczeniu są aktualne </w:t>
      </w:r>
      <w:r w:rsidR="00095BC2">
        <w:br/>
      </w:r>
      <w:r w:rsidRPr="00CE5FCA">
        <w:t>i zgodne z prawdą oraz zostały przedstawione z pełną świadomością konsekwencji wprowadzenia zamawiającego w błąd przy przedstawianiu informacji.</w:t>
      </w:r>
    </w:p>
    <w:p w14:paraId="4AE93E29" w14:textId="77777777" w:rsidR="000D28AE" w:rsidRPr="005C68C5" w:rsidRDefault="000D28AE" w:rsidP="005C68C5">
      <w:pPr>
        <w:pStyle w:val="Default"/>
        <w:jc w:val="both"/>
        <w:rPr>
          <w:b/>
          <w:sz w:val="22"/>
          <w:szCs w:val="22"/>
        </w:rPr>
      </w:pPr>
    </w:p>
    <w:p w14:paraId="710275BF" w14:textId="19D4EB88" w:rsidR="000D28AE" w:rsidRPr="005C68C5" w:rsidRDefault="000D28AE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185C8737" w14:textId="30BC1569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A8E1B1C" w14:textId="78B2E353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DE995C4" w14:textId="05238162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03AC871D" w:rsidR="000D28AE" w:rsidRPr="00095BC2" w:rsidRDefault="00547884" w:rsidP="005C68C5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 w:rsidRPr="00095BC2">
        <w:rPr>
          <w:color w:val="auto"/>
          <w:sz w:val="22"/>
          <w:szCs w:val="22"/>
        </w:rPr>
        <w:t>*niepotrzebne skreślić</w:t>
      </w:r>
      <w:r w:rsidRPr="00095BC2">
        <w:rPr>
          <w:color w:val="auto"/>
          <w:sz w:val="22"/>
          <w:szCs w:val="22"/>
        </w:rPr>
        <w:tab/>
      </w:r>
    </w:p>
    <w:sectPr w:rsidR="000D28AE" w:rsidRPr="00095BC2" w:rsidSect="005C68C5">
      <w:footerReference w:type="default" r:id="rId8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A73EC" w14:textId="77777777" w:rsidR="00F84E32" w:rsidRDefault="00F84E32" w:rsidP="00193B78">
      <w:pPr>
        <w:spacing w:after="0" w:line="240" w:lineRule="auto"/>
      </w:pPr>
      <w:r>
        <w:separator/>
      </w:r>
    </w:p>
  </w:endnote>
  <w:endnote w:type="continuationSeparator" w:id="0">
    <w:p w14:paraId="737CB228" w14:textId="77777777" w:rsidR="00F84E32" w:rsidRDefault="00F84E3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4CC9C" w14:textId="77777777" w:rsidR="00F84E32" w:rsidRDefault="00F84E32" w:rsidP="00193B78">
      <w:pPr>
        <w:spacing w:after="0" w:line="240" w:lineRule="auto"/>
      </w:pPr>
      <w:r>
        <w:separator/>
      </w:r>
    </w:p>
  </w:footnote>
  <w:footnote w:type="continuationSeparator" w:id="0">
    <w:p w14:paraId="5A5CA5D3" w14:textId="77777777" w:rsidR="00F84E32" w:rsidRDefault="00F84E32" w:rsidP="001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B5FA1"/>
    <w:multiLevelType w:val="hybridMultilevel"/>
    <w:tmpl w:val="D04A28E0"/>
    <w:lvl w:ilvl="0" w:tplc="6DEA4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2F4130"/>
    <w:multiLevelType w:val="hybridMultilevel"/>
    <w:tmpl w:val="03ECC4D4"/>
    <w:lvl w:ilvl="0" w:tplc="C506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635"/>
    <w:rsid w:val="0000171B"/>
    <w:rsid w:val="000156E3"/>
    <w:rsid w:val="00017E6A"/>
    <w:rsid w:val="000247F2"/>
    <w:rsid w:val="00033E9A"/>
    <w:rsid w:val="000424BA"/>
    <w:rsid w:val="00054BAD"/>
    <w:rsid w:val="000621CB"/>
    <w:rsid w:val="00064F12"/>
    <w:rsid w:val="000706F2"/>
    <w:rsid w:val="000729B7"/>
    <w:rsid w:val="00082016"/>
    <w:rsid w:val="0009059E"/>
    <w:rsid w:val="00095BC2"/>
    <w:rsid w:val="00096B46"/>
    <w:rsid w:val="000A30DD"/>
    <w:rsid w:val="000A50F5"/>
    <w:rsid w:val="000A6E3B"/>
    <w:rsid w:val="000D28AE"/>
    <w:rsid w:val="000E0292"/>
    <w:rsid w:val="000E2197"/>
    <w:rsid w:val="000E7088"/>
    <w:rsid w:val="000F0BF9"/>
    <w:rsid w:val="000F1C75"/>
    <w:rsid w:val="000F7E36"/>
    <w:rsid w:val="00103E70"/>
    <w:rsid w:val="00103F00"/>
    <w:rsid w:val="0010701E"/>
    <w:rsid w:val="00112E9C"/>
    <w:rsid w:val="00124DAF"/>
    <w:rsid w:val="001358E5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13305"/>
    <w:rsid w:val="00221DCB"/>
    <w:rsid w:val="00223A97"/>
    <w:rsid w:val="0022754E"/>
    <w:rsid w:val="002419AA"/>
    <w:rsid w:val="002437A7"/>
    <w:rsid w:val="00246C02"/>
    <w:rsid w:val="002472EE"/>
    <w:rsid w:val="00284709"/>
    <w:rsid w:val="0028555B"/>
    <w:rsid w:val="00291128"/>
    <w:rsid w:val="00294E8A"/>
    <w:rsid w:val="002A5C83"/>
    <w:rsid w:val="002B3E42"/>
    <w:rsid w:val="002B4F73"/>
    <w:rsid w:val="002B56C1"/>
    <w:rsid w:val="002B5E81"/>
    <w:rsid w:val="002B7819"/>
    <w:rsid w:val="002C2DF3"/>
    <w:rsid w:val="002C407D"/>
    <w:rsid w:val="002C5023"/>
    <w:rsid w:val="002D7F70"/>
    <w:rsid w:val="002E3088"/>
    <w:rsid w:val="002E6D65"/>
    <w:rsid w:val="002F09CA"/>
    <w:rsid w:val="00304309"/>
    <w:rsid w:val="00317FF9"/>
    <w:rsid w:val="003212B4"/>
    <w:rsid w:val="003213D4"/>
    <w:rsid w:val="003227CA"/>
    <w:rsid w:val="003377AB"/>
    <w:rsid w:val="00341CB0"/>
    <w:rsid w:val="00346437"/>
    <w:rsid w:val="003646B3"/>
    <w:rsid w:val="00375FA2"/>
    <w:rsid w:val="00384B41"/>
    <w:rsid w:val="003A3635"/>
    <w:rsid w:val="003A3E37"/>
    <w:rsid w:val="003A60EF"/>
    <w:rsid w:val="003B4317"/>
    <w:rsid w:val="003C2C86"/>
    <w:rsid w:val="003C40CE"/>
    <w:rsid w:val="003C6417"/>
    <w:rsid w:val="003C6B52"/>
    <w:rsid w:val="003D3999"/>
    <w:rsid w:val="003E53C1"/>
    <w:rsid w:val="003F4B50"/>
    <w:rsid w:val="003F67F4"/>
    <w:rsid w:val="00413CD5"/>
    <w:rsid w:val="004147ED"/>
    <w:rsid w:val="0042505B"/>
    <w:rsid w:val="0043049E"/>
    <w:rsid w:val="004357F0"/>
    <w:rsid w:val="004419F8"/>
    <w:rsid w:val="00443B76"/>
    <w:rsid w:val="004470F9"/>
    <w:rsid w:val="00447156"/>
    <w:rsid w:val="00454D0C"/>
    <w:rsid w:val="004603CF"/>
    <w:rsid w:val="0046779E"/>
    <w:rsid w:val="00474332"/>
    <w:rsid w:val="00487016"/>
    <w:rsid w:val="00490FBE"/>
    <w:rsid w:val="004C29AC"/>
    <w:rsid w:val="004D783E"/>
    <w:rsid w:val="004F7816"/>
    <w:rsid w:val="00502268"/>
    <w:rsid w:val="00530291"/>
    <w:rsid w:val="00530553"/>
    <w:rsid w:val="005354DD"/>
    <w:rsid w:val="00536BF7"/>
    <w:rsid w:val="005434B8"/>
    <w:rsid w:val="00547884"/>
    <w:rsid w:val="005529B4"/>
    <w:rsid w:val="00552F51"/>
    <w:rsid w:val="00560290"/>
    <w:rsid w:val="00565F39"/>
    <w:rsid w:val="00583517"/>
    <w:rsid w:val="00594540"/>
    <w:rsid w:val="00596A14"/>
    <w:rsid w:val="005A223D"/>
    <w:rsid w:val="005C68C5"/>
    <w:rsid w:val="005D04DE"/>
    <w:rsid w:val="005E3C3E"/>
    <w:rsid w:val="005E4734"/>
    <w:rsid w:val="005E7EBC"/>
    <w:rsid w:val="005F25DA"/>
    <w:rsid w:val="0060301B"/>
    <w:rsid w:val="006156A1"/>
    <w:rsid w:val="00635406"/>
    <w:rsid w:val="006355A9"/>
    <w:rsid w:val="006562A0"/>
    <w:rsid w:val="00665E0D"/>
    <w:rsid w:val="00671B9F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D436B"/>
    <w:rsid w:val="006F17A4"/>
    <w:rsid w:val="006F7500"/>
    <w:rsid w:val="00706DC4"/>
    <w:rsid w:val="00713DC3"/>
    <w:rsid w:val="007228D9"/>
    <w:rsid w:val="0072530F"/>
    <w:rsid w:val="0072594B"/>
    <w:rsid w:val="0072700F"/>
    <w:rsid w:val="007300C3"/>
    <w:rsid w:val="007452C3"/>
    <w:rsid w:val="00750069"/>
    <w:rsid w:val="00753765"/>
    <w:rsid w:val="00755116"/>
    <w:rsid w:val="0076135E"/>
    <w:rsid w:val="007619A9"/>
    <w:rsid w:val="00762000"/>
    <w:rsid w:val="0076315E"/>
    <w:rsid w:val="00766F15"/>
    <w:rsid w:val="00771805"/>
    <w:rsid w:val="00776343"/>
    <w:rsid w:val="00782B3A"/>
    <w:rsid w:val="00783D70"/>
    <w:rsid w:val="007935BF"/>
    <w:rsid w:val="007A5B4C"/>
    <w:rsid w:val="007B00DC"/>
    <w:rsid w:val="007B53AC"/>
    <w:rsid w:val="007B76DB"/>
    <w:rsid w:val="007D06CE"/>
    <w:rsid w:val="007D5F49"/>
    <w:rsid w:val="007D6B21"/>
    <w:rsid w:val="007E2CD3"/>
    <w:rsid w:val="007E4877"/>
    <w:rsid w:val="007E602A"/>
    <w:rsid w:val="007F314E"/>
    <w:rsid w:val="00800B91"/>
    <w:rsid w:val="008245E0"/>
    <w:rsid w:val="00830B86"/>
    <w:rsid w:val="0083176B"/>
    <w:rsid w:val="008428C7"/>
    <w:rsid w:val="0085150A"/>
    <w:rsid w:val="0085603E"/>
    <w:rsid w:val="00856FA7"/>
    <w:rsid w:val="00860328"/>
    <w:rsid w:val="00862FBF"/>
    <w:rsid w:val="0086306B"/>
    <w:rsid w:val="00871141"/>
    <w:rsid w:val="00882D5B"/>
    <w:rsid w:val="0088305A"/>
    <w:rsid w:val="008859CF"/>
    <w:rsid w:val="008B4DBA"/>
    <w:rsid w:val="008B55A4"/>
    <w:rsid w:val="008B6CC8"/>
    <w:rsid w:val="008C2BAA"/>
    <w:rsid w:val="008C76F2"/>
    <w:rsid w:val="008D67B1"/>
    <w:rsid w:val="008E58D4"/>
    <w:rsid w:val="008E6F44"/>
    <w:rsid w:val="008F0E1A"/>
    <w:rsid w:val="008F3559"/>
    <w:rsid w:val="0090166F"/>
    <w:rsid w:val="00913D86"/>
    <w:rsid w:val="00920A84"/>
    <w:rsid w:val="00923D51"/>
    <w:rsid w:val="0092524E"/>
    <w:rsid w:val="0092759C"/>
    <w:rsid w:val="009318A0"/>
    <w:rsid w:val="00943DCE"/>
    <w:rsid w:val="009562FC"/>
    <w:rsid w:val="00957764"/>
    <w:rsid w:val="009631F3"/>
    <w:rsid w:val="00963280"/>
    <w:rsid w:val="0097005B"/>
    <w:rsid w:val="00972B5E"/>
    <w:rsid w:val="0099261D"/>
    <w:rsid w:val="00992A28"/>
    <w:rsid w:val="009A3C06"/>
    <w:rsid w:val="009B0431"/>
    <w:rsid w:val="009B0CCC"/>
    <w:rsid w:val="009B4479"/>
    <w:rsid w:val="009B64A8"/>
    <w:rsid w:val="009C6E63"/>
    <w:rsid w:val="009C7C59"/>
    <w:rsid w:val="009E2EF2"/>
    <w:rsid w:val="009E7CE6"/>
    <w:rsid w:val="00A029CD"/>
    <w:rsid w:val="00A02E8A"/>
    <w:rsid w:val="00A033C8"/>
    <w:rsid w:val="00A03BF7"/>
    <w:rsid w:val="00A141F5"/>
    <w:rsid w:val="00A26FAE"/>
    <w:rsid w:val="00A356C9"/>
    <w:rsid w:val="00A364B5"/>
    <w:rsid w:val="00A41CA7"/>
    <w:rsid w:val="00A479B1"/>
    <w:rsid w:val="00A523F4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04D22"/>
    <w:rsid w:val="00B10678"/>
    <w:rsid w:val="00B12175"/>
    <w:rsid w:val="00B17C8A"/>
    <w:rsid w:val="00B244EF"/>
    <w:rsid w:val="00B30FE4"/>
    <w:rsid w:val="00B351EC"/>
    <w:rsid w:val="00B42AA8"/>
    <w:rsid w:val="00B45443"/>
    <w:rsid w:val="00B46994"/>
    <w:rsid w:val="00B47297"/>
    <w:rsid w:val="00B47CC9"/>
    <w:rsid w:val="00B51421"/>
    <w:rsid w:val="00B562DE"/>
    <w:rsid w:val="00B70744"/>
    <w:rsid w:val="00B707AA"/>
    <w:rsid w:val="00B74CC8"/>
    <w:rsid w:val="00B76034"/>
    <w:rsid w:val="00B87256"/>
    <w:rsid w:val="00B87F8D"/>
    <w:rsid w:val="00B950AB"/>
    <w:rsid w:val="00BA29E9"/>
    <w:rsid w:val="00BA4CD2"/>
    <w:rsid w:val="00BA5FE9"/>
    <w:rsid w:val="00BB08A6"/>
    <w:rsid w:val="00BB49E4"/>
    <w:rsid w:val="00BD0875"/>
    <w:rsid w:val="00BD11E4"/>
    <w:rsid w:val="00BD6244"/>
    <w:rsid w:val="00BE4E1F"/>
    <w:rsid w:val="00BE722B"/>
    <w:rsid w:val="00BF11CE"/>
    <w:rsid w:val="00BF140F"/>
    <w:rsid w:val="00BF56F2"/>
    <w:rsid w:val="00C06D6F"/>
    <w:rsid w:val="00C11A22"/>
    <w:rsid w:val="00C15072"/>
    <w:rsid w:val="00C17E50"/>
    <w:rsid w:val="00C23239"/>
    <w:rsid w:val="00C26C56"/>
    <w:rsid w:val="00C30F0D"/>
    <w:rsid w:val="00C347A5"/>
    <w:rsid w:val="00C37715"/>
    <w:rsid w:val="00C50095"/>
    <w:rsid w:val="00C51821"/>
    <w:rsid w:val="00C6298F"/>
    <w:rsid w:val="00C62A74"/>
    <w:rsid w:val="00C65067"/>
    <w:rsid w:val="00C653F1"/>
    <w:rsid w:val="00C669A7"/>
    <w:rsid w:val="00C71A84"/>
    <w:rsid w:val="00C90390"/>
    <w:rsid w:val="00C9266C"/>
    <w:rsid w:val="00C93687"/>
    <w:rsid w:val="00C9502C"/>
    <w:rsid w:val="00C955D3"/>
    <w:rsid w:val="00CC1413"/>
    <w:rsid w:val="00CC4847"/>
    <w:rsid w:val="00CC651F"/>
    <w:rsid w:val="00CE1FB5"/>
    <w:rsid w:val="00CE5FCA"/>
    <w:rsid w:val="00CF56F1"/>
    <w:rsid w:val="00CF6E1D"/>
    <w:rsid w:val="00D04D4F"/>
    <w:rsid w:val="00D16549"/>
    <w:rsid w:val="00D36C69"/>
    <w:rsid w:val="00D40DC0"/>
    <w:rsid w:val="00D42BC7"/>
    <w:rsid w:val="00D44722"/>
    <w:rsid w:val="00D56EF2"/>
    <w:rsid w:val="00D656A2"/>
    <w:rsid w:val="00D85703"/>
    <w:rsid w:val="00DA0AB9"/>
    <w:rsid w:val="00DA23CD"/>
    <w:rsid w:val="00DB01F0"/>
    <w:rsid w:val="00DB2A60"/>
    <w:rsid w:val="00DB461A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3924"/>
    <w:rsid w:val="00E61BF8"/>
    <w:rsid w:val="00E84AC5"/>
    <w:rsid w:val="00E878F9"/>
    <w:rsid w:val="00E87EB6"/>
    <w:rsid w:val="00E903C4"/>
    <w:rsid w:val="00E90578"/>
    <w:rsid w:val="00E95DB7"/>
    <w:rsid w:val="00E976D4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3E41"/>
    <w:rsid w:val="00F25C0A"/>
    <w:rsid w:val="00F453B2"/>
    <w:rsid w:val="00F603FB"/>
    <w:rsid w:val="00F66B34"/>
    <w:rsid w:val="00F737C0"/>
    <w:rsid w:val="00F77047"/>
    <w:rsid w:val="00F83A6B"/>
    <w:rsid w:val="00F84E32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47884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F7704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E2845-ECEE-4855-A460-2AC485393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46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RIwan</cp:lastModifiedBy>
  <cp:revision>27</cp:revision>
  <cp:lastPrinted>2022-03-16T08:24:00Z</cp:lastPrinted>
  <dcterms:created xsi:type="dcterms:W3CDTF">2023-03-07T08:54:00Z</dcterms:created>
  <dcterms:modified xsi:type="dcterms:W3CDTF">2026-01-09T08:50:00Z</dcterms:modified>
</cp:coreProperties>
</file>